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AAFB5" w14:textId="77777777" w:rsidR="000203D3" w:rsidRDefault="000203D3" w:rsidP="00AF6BD2">
      <w:pPr>
        <w:pStyle w:val="Ttulo"/>
        <w:rPr>
          <w:sz w:val="28"/>
        </w:rPr>
      </w:pPr>
    </w:p>
    <w:p w14:paraId="05239178" w14:textId="77777777" w:rsidR="00AF6BD2" w:rsidRDefault="00E74186" w:rsidP="00AF6BD2">
      <w:pPr>
        <w:pStyle w:val="Ttulo"/>
        <w:rPr>
          <w:sz w:val="28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3DE77E" wp14:editId="76E67F1F">
                <wp:simplePos x="0" y="0"/>
                <wp:positionH relativeFrom="column">
                  <wp:posOffset>19685</wp:posOffset>
                </wp:positionH>
                <wp:positionV relativeFrom="paragraph">
                  <wp:posOffset>34925</wp:posOffset>
                </wp:positionV>
                <wp:extent cx="971550" cy="1266825"/>
                <wp:effectExtent l="0" t="0" r="19050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126682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3A74D" w14:textId="77777777" w:rsidR="00AF6BD2" w:rsidRDefault="00AF6BD2" w:rsidP="00AF6BD2"/>
                          <w:p w14:paraId="5005FB54" w14:textId="77777777" w:rsidR="00AF6BD2" w:rsidRDefault="00AF6BD2" w:rsidP="00AF6BD2">
                            <w:pPr>
                              <w:pStyle w:val="Ttulo1"/>
                              <w:spacing w:before="0" w:line="120" w:lineRule="auto"/>
                            </w:pPr>
                          </w:p>
                          <w:p w14:paraId="1087B4DD" w14:textId="77777777" w:rsidR="00AF6BD2" w:rsidRPr="00AF6BD2" w:rsidRDefault="00AF6BD2" w:rsidP="00AF6BD2">
                            <w:pPr>
                              <w:pStyle w:val="Ttulo1"/>
                              <w:rPr>
                                <w:rFonts w:ascii="Arial" w:hAnsi="Arial" w:cs="Arial"/>
                                <w:b w:val="0"/>
                                <w:sz w:val="20"/>
                              </w:rPr>
                            </w:pPr>
                            <w:r w:rsidRPr="00AF6BD2">
                              <w:rPr>
                                <w:rFonts w:ascii="Arial" w:hAnsi="Arial" w:cs="Arial"/>
                                <w:b w:val="0"/>
                                <w:sz w:val="20"/>
                              </w:rPr>
                              <w:t>FOTO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5201F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.55pt;margin-top:2.75pt;width:76.5pt;height:9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" fillcolor="#f2f2f2" strokecolor="#d8d8d8 [2732]">
                <v:textbox>
                  <w:txbxContent>
                    <w:p w:rsidR="00AF6BD2" w:rsidRDefault="00AF6BD2" w:rsidP="00AF6BD2"/>
                    <w:p w:rsidR="00AF6BD2" w:rsidRDefault="00AF6BD2" w:rsidP="00AF6BD2">
                      <w:pPr>
                        <w:pStyle w:val="Ttulo1"/>
                        <w:spacing w:before="0" w:line="120" w:lineRule="auto"/>
                      </w:pPr>
                    </w:p>
                    <w:p w:rsidR="00AF6BD2" w:rsidRPr="00AF6BD2" w:rsidRDefault="00AF6BD2" w:rsidP="00AF6BD2">
                      <w:pPr>
                        <w:pStyle w:val="Ttulo1"/>
                        <w:rPr>
                          <w:rFonts w:ascii="Arial" w:hAnsi="Arial" w:cs="Arial"/>
                          <w:b w:val="0"/>
                          <w:sz w:val="20"/>
                        </w:rPr>
                      </w:pPr>
                      <w:r w:rsidRPr="00AF6BD2">
                        <w:rPr>
                          <w:rFonts w:ascii="Arial" w:hAnsi="Arial" w:cs="Arial"/>
                          <w:b w:val="0"/>
                          <w:sz w:val="20"/>
                        </w:rPr>
                        <w:t>FOTO</w:t>
                      </w:r>
                    </w:p>
                  </w:txbxContent>
                </v:textbox>
              </v:shape>
            </w:pict>
          </mc:Fallback>
        </mc:AlternateContent>
      </w:r>
    </w:p>
    <w:p w14:paraId="40905ADF" w14:textId="77777777" w:rsidR="00B505C9" w:rsidRDefault="00B505C9" w:rsidP="00AF6BD2">
      <w:pPr>
        <w:pStyle w:val="Ttulo"/>
        <w:rPr>
          <w:sz w:val="28"/>
        </w:rPr>
      </w:pPr>
    </w:p>
    <w:p w14:paraId="7CFAF247" w14:textId="77777777" w:rsidR="00B505C9" w:rsidRDefault="00B505C9" w:rsidP="00AF6BD2">
      <w:pPr>
        <w:pStyle w:val="Ttulo"/>
        <w:rPr>
          <w:sz w:val="28"/>
        </w:rPr>
      </w:pPr>
    </w:p>
    <w:p w14:paraId="422D82C2" w14:textId="77777777" w:rsidR="00B505C9" w:rsidRDefault="00B505C9" w:rsidP="00AF6BD2">
      <w:pPr>
        <w:pStyle w:val="Ttulo"/>
        <w:rPr>
          <w:sz w:val="28"/>
        </w:rPr>
      </w:pPr>
    </w:p>
    <w:p w14:paraId="66FE14C8" w14:textId="77777777" w:rsidR="00B505C9" w:rsidRDefault="00B505C9" w:rsidP="00AF6BD2">
      <w:pPr>
        <w:pStyle w:val="Ttulo"/>
        <w:rPr>
          <w:sz w:val="28"/>
        </w:rPr>
      </w:pPr>
    </w:p>
    <w:p w14:paraId="3C70215C" w14:textId="77777777" w:rsidR="00AF6BD2" w:rsidRPr="00B505C9" w:rsidRDefault="00AF6BD2" w:rsidP="00B505C9">
      <w:pPr>
        <w:pStyle w:val="Ttulo"/>
        <w:pBdr>
          <w:bottom w:val="single" w:sz="4" w:space="1" w:color="auto"/>
        </w:pBdr>
        <w:jc w:val="both"/>
        <w:rPr>
          <w:szCs w:val="24"/>
        </w:rPr>
      </w:pPr>
      <w:r w:rsidRPr="00B505C9">
        <w:rPr>
          <w:szCs w:val="24"/>
        </w:rPr>
        <w:t>DATOS PARA LA FICHA CORPORATIVA</w:t>
      </w:r>
    </w:p>
    <w:p w14:paraId="34BCA50F" w14:textId="77777777" w:rsidR="00AF6BD2" w:rsidRDefault="00A408C7" w:rsidP="00E74186">
      <w:pPr>
        <w:tabs>
          <w:tab w:val="left" w:leader="dot" w:pos="8364"/>
        </w:tabs>
        <w:spacing w:before="160" w:line="28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NOMBRE</w:t>
      </w:r>
      <w:r w:rsidR="00AF6BD2">
        <w:rPr>
          <w:rFonts w:ascii="Arial" w:hAnsi="Arial" w:cs="Arial"/>
          <w:sz w:val="20"/>
        </w:rPr>
        <w:tab/>
      </w:r>
    </w:p>
    <w:p w14:paraId="4414F3BC" w14:textId="77777777" w:rsidR="00AF6BD2" w:rsidRDefault="00AF6BD2" w:rsidP="00E74186">
      <w:pPr>
        <w:tabs>
          <w:tab w:val="left" w:leader="dot" w:pos="8364"/>
        </w:tabs>
        <w:spacing w:before="1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PRIMER APELLIDO </w:t>
      </w:r>
      <w:r>
        <w:rPr>
          <w:rFonts w:ascii="Arial" w:hAnsi="Arial" w:cs="Arial"/>
          <w:sz w:val="20"/>
        </w:rPr>
        <w:tab/>
      </w:r>
    </w:p>
    <w:p w14:paraId="72D7517B" w14:textId="77777777" w:rsidR="00AF6BD2" w:rsidRDefault="00AF6BD2" w:rsidP="00E74186">
      <w:pPr>
        <w:tabs>
          <w:tab w:val="left" w:leader="dot" w:pos="8364"/>
        </w:tabs>
        <w:spacing w:before="1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SEGUNDO APELLIDO </w:t>
      </w:r>
      <w:r>
        <w:rPr>
          <w:rFonts w:ascii="Arial" w:hAnsi="Arial" w:cs="Arial"/>
          <w:sz w:val="20"/>
        </w:rPr>
        <w:tab/>
      </w:r>
    </w:p>
    <w:p w14:paraId="495DC1E3" w14:textId="77777777" w:rsidR="00AF6BD2" w:rsidRPr="00354D7A" w:rsidRDefault="00AF6BD2" w:rsidP="00E74186">
      <w:pPr>
        <w:tabs>
          <w:tab w:val="left" w:leader="dot" w:pos="8364"/>
        </w:tabs>
        <w:spacing w:before="160"/>
        <w:rPr>
          <w:rFonts w:ascii="Arial" w:hAnsi="Arial" w:cs="Arial"/>
          <w:sz w:val="20"/>
        </w:rPr>
      </w:pPr>
      <w:r w:rsidRPr="00354D7A">
        <w:rPr>
          <w:rFonts w:ascii="Arial" w:hAnsi="Arial" w:cs="Arial"/>
          <w:sz w:val="20"/>
        </w:rPr>
        <w:t xml:space="preserve">D.N.I. </w:t>
      </w:r>
      <w:r w:rsidRPr="00354D7A">
        <w:rPr>
          <w:rFonts w:ascii="Arial" w:hAnsi="Arial" w:cs="Arial"/>
          <w:sz w:val="20"/>
        </w:rPr>
        <w:tab/>
      </w:r>
    </w:p>
    <w:p w14:paraId="2CE3F204" w14:textId="77777777" w:rsidR="00AF6BD2" w:rsidRDefault="00AF6BD2" w:rsidP="00E74186">
      <w:pPr>
        <w:tabs>
          <w:tab w:val="left" w:leader="dot" w:pos="3969"/>
          <w:tab w:val="left" w:leader="dot" w:pos="8364"/>
        </w:tabs>
        <w:spacing w:before="1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FECHA DE NACIMIENTO</w:t>
      </w:r>
      <w:r>
        <w:rPr>
          <w:rFonts w:ascii="Arial" w:hAnsi="Arial" w:cs="Arial"/>
          <w:sz w:val="20"/>
        </w:rPr>
        <w:tab/>
        <w:t xml:space="preserve">NATURAL </w:t>
      </w:r>
      <w:r>
        <w:rPr>
          <w:rFonts w:ascii="Arial" w:hAnsi="Arial" w:cs="Arial"/>
          <w:sz w:val="20"/>
        </w:rPr>
        <w:tab/>
      </w:r>
    </w:p>
    <w:p w14:paraId="3FC8410B" w14:textId="77777777" w:rsidR="00AF6BD2" w:rsidRDefault="00AF6BD2" w:rsidP="00E74186">
      <w:pPr>
        <w:tabs>
          <w:tab w:val="left" w:leader="dot" w:pos="8364"/>
        </w:tabs>
        <w:spacing w:before="1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PROVINCIA </w:t>
      </w:r>
      <w:r>
        <w:rPr>
          <w:rFonts w:ascii="Arial" w:hAnsi="Arial" w:cs="Arial"/>
          <w:sz w:val="20"/>
        </w:rPr>
        <w:tab/>
      </w:r>
    </w:p>
    <w:p w14:paraId="007428AE" w14:textId="77777777" w:rsidR="00AF6BD2" w:rsidRDefault="00AF6BD2" w:rsidP="00E74186">
      <w:pPr>
        <w:tabs>
          <w:tab w:val="left" w:leader="dot" w:pos="8364"/>
        </w:tabs>
        <w:spacing w:before="1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DIRECCIÓN </w:t>
      </w:r>
      <w:r>
        <w:rPr>
          <w:rFonts w:ascii="Arial" w:hAnsi="Arial" w:cs="Arial"/>
          <w:sz w:val="20"/>
        </w:rPr>
        <w:tab/>
      </w:r>
    </w:p>
    <w:p w14:paraId="03493AFC" w14:textId="77777777" w:rsidR="00AF6BD2" w:rsidRDefault="00AF6BD2" w:rsidP="00E74186">
      <w:pPr>
        <w:tabs>
          <w:tab w:val="left" w:leader="dot" w:pos="8364"/>
        </w:tabs>
        <w:spacing w:before="1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POBLACIÓN </w:t>
      </w:r>
      <w:r>
        <w:rPr>
          <w:rFonts w:ascii="Arial" w:hAnsi="Arial" w:cs="Arial"/>
          <w:sz w:val="20"/>
        </w:rPr>
        <w:tab/>
      </w:r>
    </w:p>
    <w:p w14:paraId="2B6889A0" w14:textId="77777777" w:rsidR="00AF6BD2" w:rsidRDefault="00AF6BD2" w:rsidP="00E74186">
      <w:pPr>
        <w:tabs>
          <w:tab w:val="left" w:leader="dot" w:pos="4820"/>
          <w:tab w:val="left" w:leader="dot" w:pos="8364"/>
        </w:tabs>
        <w:spacing w:before="1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PROVINCIA </w:t>
      </w:r>
      <w:r>
        <w:rPr>
          <w:rFonts w:ascii="Arial" w:hAnsi="Arial" w:cs="Arial"/>
          <w:sz w:val="20"/>
        </w:rPr>
        <w:tab/>
      </w:r>
      <w:r w:rsidR="00B505C9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C.P.</w:t>
      </w:r>
      <w:r>
        <w:rPr>
          <w:rFonts w:ascii="Arial" w:hAnsi="Arial" w:cs="Arial"/>
          <w:sz w:val="20"/>
        </w:rPr>
        <w:tab/>
      </w:r>
    </w:p>
    <w:p w14:paraId="64748750" w14:textId="77777777" w:rsidR="00AF6BD2" w:rsidRDefault="00AF6BD2" w:rsidP="00E74186">
      <w:pPr>
        <w:tabs>
          <w:tab w:val="left" w:leader="dot" w:pos="8364"/>
        </w:tabs>
        <w:spacing w:before="1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TELÉFONO </w:t>
      </w:r>
      <w:r>
        <w:rPr>
          <w:rFonts w:ascii="Arial" w:hAnsi="Arial" w:cs="Arial"/>
          <w:sz w:val="20"/>
        </w:rPr>
        <w:tab/>
      </w:r>
    </w:p>
    <w:p w14:paraId="657804DB" w14:textId="77777777" w:rsidR="00B505C9" w:rsidRDefault="00B505C9" w:rsidP="00E74186">
      <w:pPr>
        <w:tabs>
          <w:tab w:val="left" w:leader="dot" w:pos="8364"/>
        </w:tabs>
        <w:spacing w:before="1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E-MAIL </w:t>
      </w:r>
      <w:r>
        <w:rPr>
          <w:rFonts w:ascii="Arial" w:hAnsi="Arial" w:cs="Arial"/>
          <w:sz w:val="20"/>
        </w:rPr>
        <w:tab/>
      </w:r>
    </w:p>
    <w:p w14:paraId="485F2039" w14:textId="77777777" w:rsidR="00AF6BD2" w:rsidRDefault="00AF6BD2" w:rsidP="00E74186">
      <w:pPr>
        <w:tabs>
          <w:tab w:val="left" w:leader="dot" w:pos="8364"/>
        </w:tabs>
        <w:spacing w:before="1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ESCUELA EN LA QUE SE TITULÓ </w:t>
      </w:r>
      <w:r>
        <w:rPr>
          <w:rFonts w:ascii="Arial" w:hAnsi="Arial" w:cs="Arial"/>
          <w:sz w:val="20"/>
        </w:rPr>
        <w:tab/>
      </w:r>
    </w:p>
    <w:p w14:paraId="0463FC4F" w14:textId="77777777" w:rsidR="00AF6BD2" w:rsidRDefault="00AF6BD2" w:rsidP="00E74186">
      <w:pPr>
        <w:tabs>
          <w:tab w:val="left" w:leader="dot" w:pos="3969"/>
          <w:tab w:val="left" w:leader="dot" w:pos="8364"/>
        </w:tabs>
        <w:spacing w:before="1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AÑO DE TERMINACIÓN DE LA CARRERA </w:t>
      </w:r>
      <w:r>
        <w:rPr>
          <w:rFonts w:ascii="Arial" w:hAnsi="Arial" w:cs="Arial"/>
          <w:sz w:val="20"/>
        </w:rPr>
        <w:tab/>
        <w:t xml:space="preserve">EXPEDICIÓN DEL TÍTULO </w:t>
      </w:r>
      <w:r>
        <w:rPr>
          <w:rFonts w:ascii="Arial" w:hAnsi="Arial" w:cs="Arial"/>
          <w:sz w:val="20"/>
        </w:rPr>
        <w:tab/>
      </w:r>
    </w:p>
    <w:p w14:paraId="0AD30EC3" w14:textId="77777777" w:rsidR="00AF6BD2" w:rsidRDefault="00AF6BD2" w:rsidP="00E74186">
      <w:pPr>
        <w:tabs>
          <w:tab w:val="left" w:leader="dot" w:pos="8364"/>
        </w:tabs>
        <w:spacing w:before="1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TITULACIÓN </w:t>
      </w:r>
      <w:r>
        <w:rPr>
          <w:rFonts w:ascii="Arial" w:hAnsi="Arial" w:cs="Arial"/>
          <w:sz w:val="20"/>
        </w:rPr>
        <w:tab/>
      </w:r>
    </w:p>
    <w:p w14:paraId="5DE9FAD2" w14:textId="77777777" w:rsidR="00B505C9" w:rsidRDefault="00B505C9" w:rsidP="00AF6BD2">
      <w:pPr>
        <w:pStyle w:val="Ttulo1"/>
        <w:rPr>
          <w:rFonts w:ascii="Arial" w:hAnsi="Arial" w:cs="Arial"/>
        </w:rPr>
      </w:pPr>
    </w:p>
    <w:p w14:paraId="28D552EA" w14:textId="77777777" w:rsidR="00B505C9" w:rsidRDefault="00B505C9" w:rsidP="00E74186">
      <w:pPr>
        <w:pStyle w:val="Ttulo1"/>
        <w:spacing w:before="0"/>
        <w:rPr>
          <w:rFonts w:ascii="Arial" w:hAnsi="Arial" w:cs="Arial"/>
        </w:rPr>
      </w:pPr>
    </w:p>
    <w:p w14:paraId="1ADAA843" w14:textId="77777777" w:rsidR="00B505C9" w:rsidRPr="00B505C9" w:rsidRDefault="00B505C9" w:rsidP="00E74186">
      <w:pPr>
        <w:pStyle w:val="Ttulo"/>
        <w:pBdr>
          <w:bottom w:val="single" w:sz="4" w:space="1" w:color="auto"/>
        </w:pBdr>
        <w:jc w:val="both"/>
        <w:rPr>
          <w:sz w:val="22"/>
        </w:rPr>
      </w:pPr>
      <w:r w:rsidRPr="00B505C9">
        <w:rPr>
          <w:sz w:val="22"/>
        </w:rPr>
        <w:t>OBSERVACIONES</w:t>
      </w:r>
    </w:p>
    <w:p w14:paraId="5175D03B" w14:textId="77777777" w:rsidR="00AF6BD2" w:rsidRDefault="00AF6BD2" w:rsidP="00AF6BD2">
      <w:pPr>
        <w:tabs>
          <w:tab w:val="left" w:leader="dot" w:pos="2835"/>
          <w:tab w:val="left" w:leader="dot" w:pos="3969"/>
          <w:tab w:val="left" w:leader="dot" w:pos="8505"/>
        </w:tabs>
        <w:spacing w:before="0"/>
        <w:rPr>
          <w:rFonts w:ascii="Arial" w:hAnsi="Arial" w:cs="Arial"/>
          <w:sz w:val="20"/>
        </w:rPr>
      </w:pPr>
    </w:p>
    <w:p w14:paraId="2FC2429F" w14:textId="77777777" w:rsidR="00CB6085" w:rsidRDefault="00E74186" w:rsidP="00BC21B0">
      <w:r>
        <w:rPr>
          <w:rFonts w:ascii="Arial" w:hAnsi="Arial" w:cs="Arial"/>
          <w:noProof/>
          <w:sz w:val="20"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A7CADE" wp14:editId="571E4AD6">
                <wp:simplePos x="0" y="0"/>
                <wp:positionH relativeFrom="column">
                  <wp:posOffset>17145</wp:posOffset>
                </wp:positionH>
                <wp:positionV relativeFrom="paragraph">
                  <wp:posOffset>61596</wp:posOffset>
                </wp:positionV>
                <wp:extent cx="5581650" cy="640080"/>
                <wp:effectExtent l="0" t="0" r="19050" b="2667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1650" cy="640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txbx>
                        <w:txbxContent>
                          <w:p w14:paraId="3DCC90F2" w14:textId="77777777" w:rsidR="00E74186" w:rsidRDefault="00E7418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8F4F28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7" type="#_x0000_t202" style="position:absolute;left:0;text-align:left;margin-left:1.35pt;margin-top:4.85pt;width:439.5pt;height:50.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" fillcolor="white [3201]" strokecolor="#d8d8d8 [2732]" strokeweight=".5pt">
                <v:textbox>
                  <w:txbxContent>
                    <w:p w:rsidR="00E74186" w:rsidRDefault="00E74186"/>
                  </w:txbxContent>
                </v:textbox>
              </v:shape>
            </w:pict>
          </mc:Fallback>
        </mc:AlternateContent>
      </w:r>
    </w:p>
    <w:p w14:paraId="4A82A9C6" w14:textId="77777777" w:rsidR="00CB6085" w:rsidRDefault="00CB6085" w:rsidP="00CB6085"/>
    <w:p w14:paraId="11B7ECDF" w14:textId="77777777" w:rsidR="00C83DEA" w:rsidRDefault="00C83DEA" w:rsidP="00CB6085">
      <w:pPr>
        <w:jc w:val="right"/>
      </w:pPr>
    </w:p>
    <w:p w14:paraId="5806D59E" w14:textId="77777777" w:rsidR="00CB6085" w:rsidRPr="00CB6085" w:rsidRDefault="00CB6085" w:rsidP="00CB608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FECHA Y FIRMA:</w:t>
      </w:r>
    </w:p>
    <w:sectPr w:rsidR="00CB6085" w:rsidRPr="00CB6085" w:rsidSect="00354D7A">
      <w:headerReference w:type="default" r:id="rId8"/>
      <w:pgSz w:w="11906" w:h="16838"/>
      <w:pgMar w:top="2127" w:right="1134" w:bottom="1276" w:left="1701" w:header="425" w:footer="41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D3DE0A" w14:textId="77777777" w:rsidR="00792048" w:rsidRDefault="00792048">
      <w:pPr>
        <w:spacing w:before="0"/>
      </w:pPr>
      <w:r>
        <w:separator/>
      </w:r>
    </w:p>
  </w:endnote>
  <w:endnote w:type="continuationSeparator" w:id="0">
    <w:p w14:paraId="2B38D6C7" w14:textId="77777777" w:rsidR="00792048" w:rsidRDefault="0079204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nglish111 Vivace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1)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BF12E" w14:textId="77777777" w:rsidR="00792048" w:rsidRDefault="00792048">
      <w:pPr>
        <w:spacing w:before="0"/>
      </w:pPr>
      <w:r>
        <w:separator/>
      </w:r>
    </w:p>
  </w:footnote>
  <w:footnote w:type="continuationSeparator" w:id="0">
    <w:p w14:paraId="5DC518E5" w14:textId="77777777" w:rsidR="00792048" w:rsidRDefault="0079204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BE2F6" w14:textId="677CDB65" w:rsidR="00B505C9" w:rsidRDefault="00354D7A" w:rsidP="00B505C9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BB3C9CB" wp14:editId="16A54F2B">
              <wp:simplePos x="0" y="0"/>
              <wp:positionH relativeFrom="column">
                <wp:posOffset>-971550</wp:posOffset>
              </wp:positionH>
              <wp:positionV relativeFrom="paragraph">
                <wp:posOffset>948055</wp:posOffset>
              </wp:positionV>
              <wp:extent cx="7336790" cy="635"/>
              <wp:effectExtent l="0" t="0" r="35560" b="37465"/>
              <wp:wrapNone/>
              <wp:docPr id="813302245" name="Conector recto de flech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33679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7E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0A6F85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3" o:spid="_x0000_s1026" type="#_x0000_t32" style="position:absolute;margin-left:-76.5pt;margin-top:74.65pt;width:577.7pt;height: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" strokecolor="#7e0000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E6FC466" wp14:editId="04A3B00B">
              <wp:simplePos x="0" y="0"/>
              <wp:positionH relativeFrom="column">
                <wp:posOffset>3826510</wp:posOffset>
              </wp:positionH>
              <wp:positionV relativeFrom="paragraph">
                <wp:posOffset>170180</wp:posOffset>
              </wp:positionV>
              <wp:extent cx="2465070" cy="862965"/>
              <wp:effectExtent l="0" t="0" r="0" b="0"/>
              <wp:wrapNone/>
              <wp:docPr id="136513863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5070" cy="862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591D47" w14:textId="77777777" w:rsidR="00354D7A" w:rsidRPr="00F9033F" w:rsidRDefault="00354D7A" w:rsidP="00354D7A">
                          <w:pPr>
                            <w:spacing w:before="20" w:line="200" w:lineRule="exact"/>
                            <w:jc w:val="center"/>
                            <w:rPr>
                              <w:color w:val="808080" w:themeColor="background1" w:themeShade="80"/>
                              <w:sz w:val="16"/>
                            </w:rPr>
                          </w:pPr>
                          <w:r w:rsidRPr="00F9033F">
                            <w:rPr>
                              <w:color w:val="808080" w:themeColor="background1" w:themeShade="80"/>
                              <w:sz w:val="16"/>
                            </w:rPr>
                            <w:t>Paseo de la Castellana, 155, 1º   28046 MADRID</w:t>
                          </w:r>
                        </w:p>
                        <w:p w14:paraId="53C52E0B" w14:textId="77777777" w:rsidR="00354D7A" w:rsidRPr="00F9033F" w:rsidRDefault="00354D7A" w:rsidP="00354D7A">
                          <w:pPr>
                            <w:spacing w:before="20" w:line="200" w:lineRule="exact"/>
                            <w:jc w:val="center"/>
                            <w:rPr>
                              <w:color w:val="808080" w:themeColor="background1" w:themeShade="80"/>
                              <w:sz w:val="16"/>
                            </w:rPr>
                          </w:pPr>
                          <w:r w:rsidRPr="00F9033F">
                            <w:rPr>
                              <w:color w:val="808080" w:themeColor="background1" w:themeShade="80"/>
                              <w:sz w:val="16"/>
                            </w:rPr>
                            <w:t>Tel. (91) 570 55 88   Fax (91) 571 28 42</w:t>
                          </w:r>
                        </w:p>
                        <w:p w14:paraId="4E844293" w14:textId="77777777" w:rsidR="00354D7A" w:rsidRPr="00F9033F" w:rsidRDefault="00354D7A" w:rsidP="00354D7A">
                          <w:pPr>
                            <w:spacing w:before="20" w:line="200" w:lineRule="exact"/>
                            <w:jc w:val="center"/>
                            <w:rPr>
                              <w:color w:val="808080" w:themeColor="background1" w:themeShade="80"/>
                              <w:sz w:val="16"/>
                            </w:rPr>
                          </w:pPr>
                          <w:r w:rsidRPr="00F9033F">
                            <w:rPr>
                              <w:color w:val="808080" w:themeColor="background1" w:themeShade="80"/>
                              <w:sz w:val="16"/>
                            </w:rPr>
                            <w:t xml:space="preserve">e-mail: </w:t>
                          </w:r>
                          <w:proofErr w:type="spellStart"/>
                          <w:r w:rsidRPr="00F9033F">
                            <w:rPr>
                              <w:color w:val="808080" w:themeColor="background1" w:themeShade="80"/>
                              <w:sz w:val="16"/>
                            </w:rPr>
                            <w:t>consejo@arquitectura-tecnica.com</w:t>
                          </w:r>
                          <w:proofErr w:type="spellEnd"/>
                        </w:p>
                        <w:p w14:paraId="42FACE6E" w14:textId="77777777" w:rsidR="00354D7A" w:rsidRPr="00F9033F" w:rsidRDefault="00354D7A" w:rsidP="00354D7A">
                          <w:pPr>
                            <w:spacing w:before="20" w:line="200" w:lineRule="exact"/>
                            <w:jc w:val="center"/>
                            <w:rPr>
                              <w:color w:val="808080" w:themeColor="background1" w:themeShade="80"/>
                              <w:sz w:val="16"/>
                            </w:rPr>
                          </w:pPr>
                          <w:r w:rsidRPr="00F9033F">
                            <w:rPr>
                              <w:color w:val="808080" w:themeColor="background1" w:themeShade="80"/>
                              <w:sz w:val="16"/>
                            </w:rPr>
                            <w:t>http://</w:t>
                          </w:r>
                          <w:proofErr w:type="spellStart"/>
                          <w:r w:rsidRPr="00F9033F">
                            <w:rPr>
                              <w:color w:val="808080" w:themeColor="background1" w:themeShade="80"/>
                              <w:sz w:val="16"/>
                            </w:rPr>
                            <w:t>www.arquitectura-tecnica.</w:t>
                          </w:r>
                          <w:r>
                            <w:rPr>
                              <w:color w:val="808080" w:themeColor="background1" w:themeShade="80"/>
                              <w:sz w:val="16"/>
                            </w:rPr>
                            <w:t>com</w:t>
                          </w:r>
                          <w:proofErr w:type="spellEnd"/>
                        </w:p>
                        <w:p w14:paraId="2ACE2150" w14:textId="77777777" w:rsidR="00354D7A" w:rsidRDefault="00354D7A" w:rsidP="00354D7A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6FC46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301.3pt;margin-top:13.4pt;width:194.1pt;height:67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" filled="f" stroked="f">
              <v:textbox>
                <w:txbxContent>
                  <w:p w14:paraId="76591D47" w14:textId="77777777" w:rsidR="00354D7A" w:rsidRPr="00F9033F" w:rsidRDefault="00354D7A" w:rsidP="00354D7A">
                    <w:pPr>
                      <w:spacing w:before="20" w:line="200" w:lineRule="exact"/>
                      <w:jc w:val="center"/>
                      <w:rPr>
                        <w:color w:val="808080" w:themeColor="background1" w:themeShade="80"/>
                        <w:sz w:val="16"/>
                      </w:rPr>
                    </w:pPr>
                    <w:r w:rsidRPr="00F9033F">
                      <w:rPr>
                        <w:color w:val="808080" w:themeColor="background1" w:themeShade="80"/>
                        <w:sz w:val="16"/>
                      </w:rPr>
                      <w:t>Paseo de la Castellana, 155, 1º   28046 MADRID</w:t>
                    </w:r>
                  </w:p>
                  <w:p w14:paraId="53C52E0B" w14:textId="77777777" w:rsidR="00354D7A" w:rsidRPr="00F9033F" w:rsidRDefault="00354D7A" w:rsidP="00354D7A">
                    <w:pPr>
                      <w:spacing w:before="20" w:line="200" w:lineRule="exact"/>
                      <w:jc w:val="center"/>
                      <w:rPr>
                        <w:color w:val="808080" w:themeColor="background1" w:themeShade="80"/>
                        <w:sz w:val="16"/>
                      </w:rPr>
                    </w:pPr>
                    <w:r w:rsidRPr="00F9033F">
                      <w:rPr>
                        <w:color w:val="808080" w:themeColor="background1" w:themeShade="80"/>
                        <w:sz w:val="16"/>
                      </w:rPr>
                      <w:t>Tel. (91) 570 55 88   Fax (91) 571 28 42</w:t>
                    </w:r>
                  </w:p>
                  <w:p w14:paraId="4E844293" w14:textId="77777777" w:rsidR="00354D7A" w:rsidRPr="00F9033F" w:rsidRDefault="00354D7A" w:rsidP="00354D7A">
                    <w:pPr>
                      <w:spacing w:before="20" w:line="200" w:lineRule="exact"/>
                      <w:jc w:val="center"/>
                      <w:rPr>
                        <w:color w:val="808080" w:themeColor="background1" w:themeShade="80"/>
                        <w:sz w:val="16"/>
                      </w:rPr>
                    </w:pPr>
                    <w:r w:rsidRPr="00F9033F">
                      <w:rPr>
                        <w:color w:val="808080" w:themeColor="background1" w:themeShade="80"/>
                        <w:sz w:val="16"/>
                      </w:rPr>
                      <w:t xml:space="preserve">e-mail: </w:t>
                    </w:r>
                    <w:proofErr w:type="spellStart"/>
                    <w:r w:rsidRPr="00F9033F">
                      <w:rPr>
                        <w:color w:val="808080" w:themeColor="background1" w:themeShade="80"/>
                        <w:sz w:val="16"/>
                      </w:rPr>
                      <w:t>consejo@arquitectura-tecnica.com</w:t>
                    </w:r>
                    <w:proofErr w:type="spellEnd"/>
                  </w:p>
                  <w:p w14:paraId="42FACE6E" w14:textId="77777777" w:rsidR="00354D7A" w:rsidRPr="00F9033F" w:rsidRDefault="00354D7A" w:rsidP="00354D7A">
                    <w:pPr>
                      <w:spacing w:before="20" w:line="200" w:lineRule="exact"/>
                      <w:jc w:val="center"/>
                      <w:rPr>
                        <w:color w:val="808080" w:themeColor="background1" w:themeShade="80"/>
                        <w:sz w:val="16"/>
                      </w:rPr>
                    </w:pPr>
                    <w:r w:rsidRPr="00F9033F">
                      <w:rPr>
                        <w:color w:val="808080" w:themeColor="background1" w:themeShade="80"/>
                        <w:sz w:val="16"/>
                      </w:rPr>
                      <w:t>http://</w:t>
                    </w:r>
                    <w:proofErr w:type="spellStart"/>
                    <w:r w:rsidRPr="00F9033F">
                      <w:rPr>
                        <w:color w:val="808080" w:themeColor="background1" w:themeShade="80"/>
                        <w:sz w:val="16"/>
                      </w:rPr>
                      <w:t>www.arquitectura-tecnica.</w:t>
                    </w:r>
                    <w:r>
                      <w:rPr>
                        <w:color w:val="808080" w:themeColor="background1" w:themeShade="80"/>
                        <w:sz w:val="16"/>
                      </w:rPr>
                      <w:t>com</w:t>
                    </w:r>
                    <w:proofErr w:type="spellEnd"/>
                  </w:p>
                  <w:p w14:paraId="2ACE2150" w14:textId="77777777" w:rsidR="00354D7A" w:rsidRDefault="00354D7A" w:rsidP="00354D7A"/>
                </w:txbxContent>
              </v:textbox>
            </v:shape>
          </w:pict>
        </mc:Fallback>
      </mc:AlternateContent>
    </w:r>
    <w:r>
      <w:rPr>
        <w:noProof/>
        <w:lang w:eastAsia="es-ES"/>
      </w:rPr>
      <w:drawing>
        <wp:anchor distT="0" distB="0" distL="114300" distR="114300" simplePos="0" relativeHeight="251664384" behindDoc="0" locked="0" layoutInCell="1" allowOverlap="1" wp14:anchorId="087C6124" wp14:editId="70D8F63A">
          <wp:simplePos x="0" y="0"/>
          <wp:positionH relativeFrom="margin">
            <wp:posOffset>-786130</wp:posOffset>
          </wp:positionH>
          <wp:positionV relativeFrom="paragraph">
            <wp:posOffset>-231775</wp:posOffset>
          </wp:positionV>
          <wp:extent cx="2229485" cy="1162685"/>
          <wp:effectExtent l="0" t="0" r="0" b="0"/>
          <wp:wrapNone/>
          <wp:docPr id="735613838" name="Imagen 2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4898971" name="Imagen 2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9485" cy="1162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7EB389" w14:textId="5C07DBE0" w:rsidR="00B505C9" w:rsidRDefault="00B505C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B55FF"/>
    <w:multiLevelType w:val="multilevel"/>
    <w:tmpl w:val="9B4C2C1A"/>
    <w:lvl w:ilvl="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5844B5"/>
    <w:multiLevelType w:val="hybridMultilevel"/>
    <w:tmpl w:val="1898E27E"/>
    <w:lvl w:ilvl="0" w:tplc="75CCAD04">
      <w:start w:val="4"/>
      <w:numFmt w:val="bullet"/>
      <w:lvlText w:val="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B73A3"/>
    <w:multiLevelType w:val="hybridMultilevel"/>
    <w:tmpl w:val="21FC3C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B2EB2"/>
    <w:multiLevelType w:val="hybridMultilevel"/>
    <w:tmpl w:val="F1CE127A"/>
    <w:lvl w:ilvl="0" w:tplc="15384D40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3B36D0"/>
    <w:multiLevelType w:val="hybridMultilevel"/>
    <w:tmpl w:val="04EC4360"/>
    <w:lvl w:ilvl="0" w:tplc="15384D40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75CCAD04">
      <w:start w:val="4"/>
      <w:numFmt w:val="bullet"/>
      <w:lvlText w:val="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1220DB"/>
    <w:multiLevelType w:val="hybridMultilevel"/>
    <w:tmpl w:val="38A47754"/>
    <w:lvl w:ilvl="0" w:tplc="4C3E3D08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spacing w:val="0"/>
        <w:w w:val="100"/>
        <w:position w:val="0"/>
        <w:sz w:val="18"/>
      </w:rPr>
    </w:lvl>
    <w:lvl w:ilvl="1" w:tplc="0C0A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3E6C7CAA"/>
    <w:multiLevelType w:val="hybridMultilevel"/>
    <w:tmpl w:val="DB8042FE"/>
    <w:lvl w:ilvl="0" w:tplc="25847BB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46E915BE"/>
    <w:multiLevelType w:val="hybridMultilevel"/>
    <w:tmpl w:val="8AD6D1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C0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4D2E135C"/>
    <w:multiLevelType w:val="hybridMultilevel"/>
    <w:tmpl w:val="215E91C8"/>
    <w:lvl w:ilvl="0" w:tplc="7904025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60EF729D"/>
    <w:multiLevelType w:val="hybridMultilevel"/>
    <w:tmpl w:val="5E02E0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3D3A6F"/>
    <w:multiLevelType w:val="hybridMultilevel"/>
    <w:tmpl w:val="C3B21F70"/>
    <w:lvl w:ilvl="0" w:tplc="0C0A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79A61B1F"/>
    <w:multiLevelType w:val="hybridMultilevel"/>
    <w:tmpl w:val="6F687936"/>
    <w:lvl w:ilvl="0" w:tplc="64A0C6A0">
      <w:start w:val="2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7696188">
    <w:abstractNumId w:val="2"/>
  </w:num>
  <w:num w:numId="2" w16cid:durableId="2040469446">
    <w:abstractNumId w:val="9"/>
  </w:num>
  <w:num w:numId="3" w16cid:durableId="1139154200">
    <w:abstractNumId w:val="11"/>
  </w:num>
  <w:num w:numId="4" w16cid:durableId="860242209">
    <w:abstractNumId w:val="3"/>
  </w:num>
  <w:num w:numId="5" w16cid:durableId="837815263">
    <w:abstractNumId w:val="4"/>
  </w:num>
  <w:num w:numId="6" w16cid:durableId="251090861">
    <w:abstractNumId w:val="0"/>
  </w:num>
  <w:num w:numId="7" w16cid:durableId="1242370360">
    <w:abstractNumId w:val="8"/>
  </w:num>
  <w:num w:numId="8" w16cid:durableId="1983925480">
    <w:abstractNumId w:val="6"/>
  </w:num>
  <w:num w:numId="9" w16cid:durableId="298926327">
    <w:abstractNumId w:val="10"/>
  </w:num>
  <w:num w:numId="10" w16cid:durableId="2079673390">
    <w:abstractNumId w:val="5"/>
  </w:num>
  <w:num w:numId="11" w16cid:durableId="68697216">
    <w:abstractNumId w:val="1"/>
  </w:num>
  <w:num w:numId="12" w16cid:durableId="16759904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7224"/>
    <w:rsid w:val="000203D3"/>
    <w:rsid w:val="0002140D"/>
    <w:rsid w:val="000902A2"/>
    <w:rsid w:val="000D34E4"/>
    <w:rsid w:val="00117C4C"/>
    <w:rsid w:val="00157224"/>
    <w:rsid w:val="00206F76"/>
    <w:rsid w:val="0024445B"/>
    <w:rsid w:val="00255E16"/>
    <w:rsid w:val="002B3580"/>
    <w:rsid w:val="002D64AA"/>
    <w:rsid w:val="002F1E97"/>
    <w:rsid w:val="003205A7"/>
    <w:rsid w:val="003233BC"/>
    <w:rsid w:val="00345735"/>
    <w:rsid w:val="00354D7A"/>
    <w:rsid w:val="00415930"/>
    <w:rsid w:val="00496276"/>
    <w:rsid w:val="004A4802"/>
    <w:rsid w:val="004B0DDA"/>
    <w:rsid w:val="004B7715"/>
    <w:rsid w:val="00512541"/>
    <w:rsid w:val="0056032D"/>
    <w:rsid w:val="00564156"/>
    <w:rsid w:val="00627B4F"/>
    <w:rsid w:val="00631D0C"/>
    <w:rsid w:val="0063235D"/>
    <w:rsid w:val="00674C49"/>
    <w:rsid w:val="006C75FE"/>
    <w:rsid w:val="00792048"/>
    <w:rsid w:val="007C3875"/>
    <w:rsid w:val="0087326B"/>
    <w:rsid w:val="008B62D5"/>
    <w:rsid w:val="009B213F"/>
    <w:rsid w:val="009C3919"/>
    <w:rsid w:val="009D38A3"/>
    <w:rsid w:val="00A408C7"/>
    <w:rsid w:val="00A543AF"/>
    <w:rsid w:val="00AA27D5"/>
    <w:rsid w:val="00AF6BD2"/>
    <w:rsid w:val="00B0303F"/>
    <w:rsid w:val="00B505C9"/>
    <w:rsid w:val="00BA06BB"/>
    <w:rsid w:val="00BC21B0"/>
    <w:rsid w:val="00C83781"/>
    <w:rsid w:val="00C83DEA"/>
    <w:rsid w:val="00CB6085"/>
    <w:rsid w:val="00CE4F0B"/>
    <w:rsid w:val="00D223F4"/>
    <w:rsid w:val="00D61B2C"/>
    <w:rsid w:val="00D82443"/>
    <w:rsid w:val="00E4067E"/>
    <w:rsid w:val="00E74186"/>
    <w:rsid w:val="00E7794F"/>
    <w:rsid w:val="00EE56F5"/>
    <w:rsid w:val="00F0153B"/>
    <w:rsid w:val="00F804AA"/>
    <w:rsid w:val="00F90185"/>
    <w:rsid w:val="00F9033F"/>
    <w:rsid w:val="00F90FE7"/>
    <w:rsid w:val="00FC60F3"/>
    <w:rsid w:val="00FD3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7D167C"/>
  <w15:docId w15:val="{DA825A55-8DE4-42E7-B363-BE01498A3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033F"/>
    <w:pPr>
      <w:spacing w:before="1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F0153B"/>
    <w:pPr>
      <w:keepNext/>
      <w:jc w:val="center"/>
      <w:outlineLvl w:val="0"/>
    </w:pPr>
    <w:rPr>
      <w:rFonts w:ascii="English111 Vivace BT" w:hAnsi="English111 Vivace BT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F0153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F0153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9033F"/>
    <w:rPr>
      <w:rFonts w:ascii="Tw Cen MT" w:hAnsi="Tw Cen MT"/>
      <w:sz w:val="22"/>
    </w:rPr>
  </w:style>
  <w:style w:type="character" w:customStyle="1" w:styleId="PiedepginaCar">
    <w:name w:val="Pie de página Car"/>
    <w:basedOn w:val="Fuentedeprrafopredeter"/>
    <w:link w:val="Piedepgina"/>
    <w:rsid w:val="00F9033F"/>
    <w:rPr>
      <w:rFonts w:ascii="Tw Cen MT" w:hAnsi="Tw Cen MT"/>
      <w:sz w:val="22"/>
    </w:rPr>
  </w:style>
  <w:style w:type="paragraph" w:customStyle="1" w:styleId="pie">
    <w:name w:val="pie"/>
    <w:basedOn w:val="Normal"/>
    <w:rsid w:val="00F0153B"/>
    <w:pPr>
      <w:ind w:left="709" w:hanging="709"/>
    </w:pPr>
  </w:style>
  <w:style w:type="paragraph" w:styleId="Prrafodelista">
    <w:name w:val="List Paragraph"/>
    <w:basedOn w:val="Normal"/>
    <w:uiPriority w:val="34"/>
    <w:qFormat/>
    <w:rsid w:val="00F9033F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rsid w:val="008B62D5"/>
    <w:rPr>
      <w:rFonts w:ascii="English111 Vivace BT" w:eastAsiaTheme="minorHAnsi" w:hAnsi="English111 Vivace BT" w:cstheme="minorBidi"/>
      <w:b/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semiHidden/>
    <w:rsid w:val="00C83DEA"/>
    <w:pPr>
      <w:spacing w:before="160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C83DEA"/>
    <w:rPr>
      <w:rFonts w:ascii="Arial" w:hAnsi="Arial" w:cs="Arial"/>
      <w:sz w:val="24"/>
      <w:szCs w:val="24"/>
    </w:rPr>
  </w:style>
  <w:style w:type="paragraph" w:customStyle="1" w:styleId="metido">
    <w:name w:val="metido"/>
    <w:basedOn w:val="Normal"/>
    <w:rsid w:val="00C83DEA"/>
    <w:pPr>
      <w:spacing w:line="320" w:lineRule="exact"/>
      <w:ind w:left="454" w:hanging="454"/>
    </w:pPr>
    <w:rPr>
      <w:rFonts w:ascii="Arial" w:eastAsia="Times New Roman" w:hAnsi="Arial" w:cs="Times New Roman"/>
      <w:szCs w:val="20"/>
      <w:lang w:val="es-ES_tradnl" w:eastAsia="es-ES"/>
    </w:rPr>
  </w:style>
  <w:style w:type="paragraph" w:styleId="Textonotapie">
    <w:name w:val="footnote text"/>
    <w:basedOn w:val="Normal"/>
    <w:link w:val="TextonotapieCar"/>
    <w:semiHidden/>
    <w:rsid w:val="00C83DEA"/>
    <w:rPr>
      <w:rFonts w:ascii="Tw Cen MT" w:eastAsia="Times New Roman" w:hAnsi="Tw Cen MT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C83DEA"/>
    <w:rPr>
      <w:rFonts w:ascii="Tw Cen MT" w:hAnsi="Tw Cen MT"/>
    </w:rPr>
  </w:style>
  <w:style w:type="character" w:styleId="Refdenotaalpie">
    <w:name w:val="footnote reference"/>
    <w:basedOn w:val="Fuentedeprrafopredeter"/>
    <w:semiHidden/>
    <w:rsid w:val="00C83DEA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3235D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235D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Estndar">
    <w:name w:val="Estándar"/>
    <w:rsid w:val="00AF6BD2"/>
    <w:pPr>
      <w:spacing w:line="232" w:lineRule="atLeast"/>
    </w:pPr>
    <w:rPr>
      <w:rFonts w:ascii="Univers (W1)" w:hAnsi="Univers (W1)"/>
      <w:snapToGrid w:val="0"/>
      <w:color w:val="000000"/>
      <w:sz w:val="22"/>
    </w:rPr>
  </w:style>
  <w:style w:type="paragraph" w:styleId="Ttulo">
    <w:name w:val="Title"/>
    <w:basedOn w:val="Normal"/>
    <w:link w:val="TtuloCar"/>
    <w:qFormat/>
    <w:rsid w:val="00AF6BD2"/>
    <w:pPr>
      <w:jc w:val="center"/>
    </w:pPr>
    <w:rPr>
      <w:rFonts w:ascii="Arial" w:eastAsia="Times New Roman" w:hAnsi="Arial" w:cs="Arial"/>
      <w:b/>
      <w:bCs/>
      <w:sz w:val="24"/>
      <w:szCs w:val="20"/>
      <w:lang w:eastAsia="es-ES"/>
    </w:rPr>
  </w:style>
  <w:style w:type="character" w:customStyle="1" w:styleId="TtuloCar">
    <w:name w:val="Título Car"/>
    <w:basedOn w:val="Fuentedeprrafopredeter"/>
    <w:link w:val="Ttulo"/>
    <w:rsid w:val="00AF6BD2"/>
    <w:rPr>
      <w:rFonts w:ascii="Arial" w:hAnsi="Arial" w:cs="Arial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la\AppData\Roaming\Microsoft\Plantillas\Papel%20rojo%20copia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F008B-7B5D-4E8A-A6AF-6C3AC71F7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Papel rojo copia.dot</Template>
  <TotalTime>0</TotalTime>
  <Pages>1</Pages>
  <Words>51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CGATE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Lola</dc:creator>
  <cp:lastModifiedBy>Lola Ballesteros Garcia</cp:lastModifiedBy>
  <cp:revision>2</cp:revision>
  <cp:lastPrinted>2016-05-17T11:47:00Z</cp:lastPrinted>
  <dcterms:created xsi:type="dcterms:W3CDTF">2025-11-18T08:14:00Z</dcterms:created>
  <dcterms:modified xsi:type="dcterms:W3CDTF">2025-11-18T08:14:00Z</dcterms:modified>
</cp:coreProperties>
</file>